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  确定位置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例1  辨认方向。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409950" cy="1971675"/>
            <wp:effectExtent l="0" t="0" r="0" b="9525"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(1)邮局在贝贝家的(    )面，距贝贝家(    )米。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(2)幼儿园在贝贝家的(    )面，邮局在幼儿园的(    )面。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(3)贝贝从家出发，向(    )走(    )米到书店，再向(    )走(    )米到幼儿园，最后向(    )走(    )米到学校，共走了(    )米。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(4)请你叙述贝贝从家到学校的另一条路线。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(5)哪条路线近？近多少米？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详解】确定物体的位置时，先要找准观测点，再根据上北、下南、左西、右东的方向找出物体的位置。（1）是以贝贝家为观测点，邮局在贝贝家的东面237+315=532（米）处；（2）同样是以贝贝家为观测点，幼儿园在贝贝家的东北方向；以幼儿园为观测点，邮局在幼儿园的东南方向；（3）按照贝贝行走的方向和距离进行描述；（4）贝贝可以出门向东走，经过书店、幼儿园再去学校；（5）分别计算两条路的距离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判断远近。即420+315=735（米），237+360+315=912（米）；912-735=177（米）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【答案】（1）东552；（2）东北，东南；（3）东，237，北，360，东，315，912；（4）贝贝从家出发向东北走420米到幼儿园，再向东走315米到学校，共走了735米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；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（5）从家向东北直到幼儿园再到学校近，近177米。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例2  2路公共汽车行车路线图。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5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3152775" cy="1304925"/>
            <wp:effectExtent l="0" t="0" r="9525" b="9525"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（1）从汽车站出发向（    ）行驶（    ）站到邮局，再向（    ）行驶（    ）站到游泳馆，再向（    ）行驶（    ）站到少年宫，再向（    ）行驶（    ）站到电影院，再向（    ）行驶（    ）站到动物园。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（2）琳琳坐了3站，在游泳馆下车，他可能在（    ）或（    ）上车的。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【详解】在描述行走路线时，先确定起点站，再根据上北、下南、左西、右东的方向和站数描述。（1）从汽车站出发向东南行驶2站到邮局，再向东行驶4站到游泳馆，再向东北行驶1站到少年宫，再向东行驶1站到电影院，再向东南行驶1站到动物园。（2）琳琳坐了3站，在游泳馆下车，有两种可能，或是动物园上车，或是商店上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【答案】东南  2  东  4  东北  1  东  1  东南  1  动物园  商店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419F5"/>
    <w:rsid w:val="1FC419F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2018-08-15T07:00:00Z</dcterms:created>
  <dc:creator>123</dc:creator>
  <cp:lastModifiedBy>123</cp:lastModifiedBy>
  <dcterms:modified xsi:type="dcterms:W3CDTF">2018-08-15T07:20:05Z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